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0C9F0AC" w:rsidR="00535E9B" w:rsidRPr="00535E9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7E33CF">
        <w:rPr>
          <w:rFonts w:ascii="Verdana" w:eastAsia="Verdana" w:hAnsi="Verdana" w:cs="Times New Roman"/>
          <w:b/>
        </w:rPr>
        <w:t>9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4F4CA1C5" w14:textId="77777777" w:rsidR="007E33CF" w:rsidRPr="006B56FD" w:rsidRDefault="007E33CF" w:rsidP="007E33C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49E6E399" w14:textId="77777777" w:rsidR="007E33CF" w:rsidRPr="006B56FD" w:rsidRDefault="007E33CF" w:rsidP="007E33C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9B6470A" w14:textId="77777777" w:rsidR="007E33CF" w:rsidRPr="00C67198" w:rsidRDefault="007E33CF" w:rsidP="007E33CF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C67198">
              <w:rPr>
                <w:rFonts w:asciiTheme="minorHAnsi" w:hAnsiTheme="minorHAnsi" w:cstheme="minorHAnsi"/>
              </w:rPr>
              <w:t>Łódź</w:t>
            </w:r>
          </w:p>
          <w:p w14:paraId="2651FB8D" w14:textId="20D01809" w:rsidR="00381365" w:rsidRPr="003C16EE" w:rsidRDefault="007E33CF" w:rsidP="007E33CF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C67198">
              <w:rPr>
                <w:rFonts w:asciiTheme="minorHAnsi" w:hAnsiTheme="minorHAnsi" w:cstheme="minorHAnsi"/>
              </w:rPr>
              <w:t>ul. Tuwima 58, 90-021 Łódź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7777777" w:rsidR="00381365" w:rsidRPr="00381365" w:rsidRDefault="00381365" w:rsidP="000E7682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74FBE27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28DC2734" w14:textId="0634D017" w:rsidR="00381365" w:rsidRPr="00381365" w:rsidRDefault="00381365" w:rsidP="000E7682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="00C736CA">
        <w:rPr>
          <w:rFonts w:cstheme="minorHAnsi"/>
          <w:b/>
          <w:lang w:eastAsia="pl-PL"/>
        </w:rPr>
        <w:t>POST/DYS/OLD/GZ/</w:t>
      </w:r>
      <w:r w:rsidR="006802F8">
        <w:rPr>
          <w:rFonts w:cstheme="minorHAnsi"/>
          <w:b/>
          <w:lang w:eastAsia="pl-PL"/>
        </w:rPr>
        <w:t>0458</w:t>
      </w:r>
      <w:r w:rsidR="004B4CFC">
        <w:rPr>
          <w:rFonts w:cstheme="minorHAnsi"/>
          <w:b/>
          <w:lang w:eastAsia="pl-PL"/>
        </w:rPr>
        <w:t>6</w:t>
      </w:r>
      <w:r w:rsidR="007E33CF" w:rsidRPr="00E7578D">
        <w:rPr>
          <w:rFonts w:cstheme="minorHAnsi"/>
          <w:b/>
          <w:lang w:eastAsia="pl-PL"/>
        </w:rPr>
        <w:t>/2025</w:t>
      </w:r>
      <w:r w:rsidR="007E33CF" w:rsidRPr="000D24FD">
        <w:rPr>
          <w:rFonts w:cstheme="minorHAnsi"/>
          <w:lang w:eastAsia="pl-PL"/>
        </w:rPr>
        <w:t xml:space="preserve"> prowadzonym w trybie przetargu nieograniczonego pn. </w:t>
      </w:r>
      <w:r w:rsidR="004B4CFC" w:rsidRPr="004B4CFC">
        <w:rPr>
          <w:rFonts w:ascii="Verdana" w:hAnsi="Verdana" w:cstheme="minorHAnsi"/>
          <w:b/>
          <w:sz w:val="20"/>
          <w:szCs w:val="20"/>
        </w:rPr>
        <w:t>Wykonanie dokumentacji projektowych oraz wymiana istniejących linii napowietrznych nN wraz z przyłączami na terenie Rejonu Energetycznego Łódź (miejscowość Łódź, gmina Łódź) w podziale na 5 części</w:t>
      </w:r>
      <w:r w:rsidRPr="00381365">
        <w:rPr>
          <w:rFonts w:cstheme="minorHAnsi"/>
        </w:rPr>
        <w:t>,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Default="00A62B4C" w:rsidP="00A62B4C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381365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381365" w:rsidRPr="00381365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3D9E7640" w14:textId="77777777" w:rsidR="00381365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Default="00381365" w:rsidP="00381365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87E25BB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36CA">
          <w:rPr>
            <w:noProof/>
          </w:rPr>
          <w:t>2</w:t>
        </w:r>
        <w:r>
          <w:fldChar w:fldCharType="end"/>
        </w:r>
      </w:p>
    </w:sdtContent>
  </w:sdt>
  <w:p w14:paraId="4A5385B6" w14:textId="21AC96F0" w:rsidR="00347E8D" w:rsidRDefault="007E33CF">
    <w:pPr>
      <w:pStyle w:val="Stopka"/>
    </w:pPr>
    <w: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07527A47" w:rsidR="00347E8D" w:rsidRPr="006B2C28" w:rsidRDefault="00C736CA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</w:t>
          </w:r>
          <w:r w:rsidR="006802F8">
            <w:rPr>
              <w:rFonts w:asciiTheme="majorHAnsi" w:hAnsiTheme="majorHAnsi"/>
              <w:color w:val="000000" w:themeColor="text1"/>
              <w:sz w:val="14"/>
              <w:szCs w:val="18"/>
            </w:rPr>
            <w:t>0458</w:t>
          </w:r>
          <w:r w:rsidR="004B4CFC">
            <w:rPr>
              <w:rFonts w:asciiTheme="majorHAnsi" w:hAnsiTheme="majorHAnsi"/>
              <w:color w:val="000000" w:themeColor="text1"/>
              <w:sz w:val="14"/>
              <w:szCs w:val="18"/>
            </w:rPr>
            <w:t>6</w:t>
          </w:r>
          <w:r w:rsidR="007E33CF" w:rsidRPr="007E33CF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5678E70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640815943">
    <w:abstractNumId w:val="16"/>
  </w:num>
  <w:num w:numId="2" w16cid:durableId="1499421592">
    <w:abstractNumId w:val="7"/>
  </w:num>
  <w:num w:numId="3" w16cid:durableId="702484377">
    <w:abstractNumId w:val="11"/>
  </w:num>
  <w:num w:numId="4" w16cid:durableId="300577043">
    <w:abstractNumId w:val="17"/>
  </w:num>
  <w:num w:numId="5" w16cid:durableId="1755979272">
    <w:abstractNumId w:val="16"/>
  </w:num>
  <w:num w:numId="6" w16cid:durableId="1162045281">
    <w:abstractNumId w:val="16"/>
  </w:num>
  <w:num w:numId="7" w16cid:durableId="1503158670">
    <w:abstractNumId w:val="3"/>
  </w:num>
  <w:num w:numId="8" w16cid:durableId="756634830">
    <w:abstractNumId w:val="23"/>
  </w:num>
  <w:num w:numId="9" w16cid:durableId="947742096">
    <w:abstractNumId w:val="15"/>
  </w:num>
  <w:num w:numId="10" w16cid:durableId="2045250431">
    <w:abstractNumId w:val="4"/>
  </w:num>
  <w:num w:numId="11" w16cid:durableId="153104286">
    <w:abstractNumId w:val="12"/>
  </w:num>
  <w:num w:numId="12" w16cid:durableId="1082917413">
    <w:abstractNumId w:val="10"/>
  </w:num>
  <w:num w:numId="13" w16cid:durableId="150215058">
    <w:abstractNumId w:val="22"/>
  </w:num>
  <w:num w:numId="14" w16cid:durableId="249629318">
    <w:abstractNumId w:val="19"/>
  </w:num>
  <w:num w:numId="15" w16cid:durableId="208616469">
    <w:abstractNumId w:val="14"/>
  </w:num>
  <w:num w:numId="16" w16cid:durableId="2143231356">
    <w:abstractNumId w:val="8"/>
  </w:num>
  <w:num w:numId="17" w16cid:durableId="1402673967">
    <w:abstractNumId w:val="5"/>
  </w:num>
  <w:num w:numId="18" w16cid:durableId="145597567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37430276">
    <w:abstractNumId w:val="0"/>
  </w:num>
  <w:num w:numId="20" w16cid:durableId="27991915">
    <w:abstractNumId w:val="24"/>
  </w:num>
  <w:num w:numId="21" w16cid:durableId="1920286243">
    <w:abstractNumId w:val="1"/>
  </w:num>
  <w:num w:numId="22" w16cid:durableId="97019734">
    <w:abstractNumId w:val="13"/>
  </w:num>
  <w:num w:numId="23" w16cid:durableId="27416272">
    <w:abstractNumId w:val="9"/>
  </w:num>
  <w:num w:numId="24" w16cid:durableId="976377673">
    <w:abstractNumId w:val="18"/>
  </w:num>
  <w:num w:numId="25" w16cid:durableId="238760383">
    <w:abstractNumId w:val="21"/>
  </w:num>
  <w:num w:numId="26" w16cid:durableId="331107446">
    <w:abstractNumId w:val="2"/>
  </w:num>
  <w:num w:numId="27" w16cid:durableId="728118624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09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3A1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B4CFC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3F54"/>
    <w:rsid w:val="005453F1"/>
    <w:rsid w:val="00551FB7"/>
    <w:rsid w:val="005563FF"/>
    <w:rsid w:val="00562E63"/>
    <w:rsid w:val="00570A14"/>
    <w:rsid w:val="00574D7E"/>
    <w:rsid w:val="00582CE9"/>
    <w:rsid w:val="0058794A"/>
    <w:rsid w:val="00587D92"/>
    <w:rsid w:val="005932BA"/>
    <w:rsid w:val="005A354D"/>
    <w:rsid w:val="005A3B47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2F8"/>
    <w:rsid w:val="00680F7C"/>
    <w:rsid w:val="00696995"/>
    <w:rsid w:val="006A0331"/>
    <w:rsid w:val="006A4275"/>
    <w:rsid w:val="006B2C26"/>
    <w:rsid w:val="006B3864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E33CF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B70E6"/>
    <w:rsid w:val="008C619A"/>
    <w:rsid w:val="008C700C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8F5A6A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016C"/>
    <w:rsid w:val="00A41EA6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0CC3"/>
    <w:rsid w:val="00B422BD"/>
    <w:rsid w:val="00B44488"/>
    <w:rsid w:val="00B505C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76C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6CA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13E32"/>
    <w:rsid w:val="00D21BCE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D53D1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C6CB4"/>
    <w:rsid w:val="00ED2FD4"/>
    <w:rsid w:val="00EE5E2C"/>
    <w:rsid w:val="00F01E75"/>
    <w:rsid w:val="00F21DD8"/>
    <w:rsid w:val="00F25128"/>
    <w:rsid w:val="00F32BD1"/>
    <w:rsid w:val="00F333C5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9 do SWZ - Ankieta bezpieczeństwa.docx</dmsv2BaseFileName>
    <dmsv2BaseDisplayName xmlns="http://schemas.microsoft.com/sharepoint/v3">Załącznik nr 9 do SWZ - Ankieta bezpieczeństwa</dmsv2BaseDisplayName>
    <dmsv2SWPP2ObjectNumber xmlns="http://schemas.microsoft.com/sharepoint/v3">POST/DYS/OLD/GZ/04586/2025                        </dmsv2SWPP2ObjectNumber>
    <dmsv2SWPP2SumMD5 xmlns="http://schemas.microsoft.com/sharepoint/v3">25db786722e75b5a11d2ffa764cccbb4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702124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24024327</dmsv2BaseClientSystemDocumentID>
    <dmsv2BaseModifiedByID xmlns="http://schemas.microsoft.com/sharepoint/v3">11704174</dmsv2BaseModifiedByID>
    <dmsv2BaseCreatedByID xmlns="http://schemas.microsoft.com/sharepoint/v3">11704174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JEUP5JKVCYQC-1133723987-28327</_dlc_DocId>
    <_dlc_DocIdUrl xmlns="a19cb1c7-c5c7-46d4-85ae-d83685407bba">
      <Url>https://swpp2.dms.gkpge.pl/sites/41/_layouts/15/DocIdRedir.aspx?ID=JEUP5JKVCYQC-1133723987-28327</Url>
      <Description>JEUP5JKVCYQC-1133723987-28327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E417EF7-27E2-42C0-89EC-AA2A3C67B7A4}"/>
</file>

<file path=customXml/itemProps2.xml><?xml version="1.0" encoding="utf-8"?>
<ds:datastoreItem xmlns:ds="http://schemas.openxmlformats.org/officeDocument/2006/customXml" ds:itemID="{F726BC94-06CB-4596-9DDE-159287DE803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www.w3.org/XML/1998/namespace"/>
    <ds:schemaRef ds:uri="http://purl.org/dc/terms/"/>
  </ds:schemaRefs>
</ds:datastoreItem>
</file>

<file path=customXml/itemProps5.xml><?xml version="1.0" encoding="utf-8"?>
<ds:datastoreItem xmlns:ds="http://schemas.openxmlformats.org/officeDocument/2006/customXml" ds:itemID="{7B4D89C0-DB31-4F4B-833E-DB578183A904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3</TotalTime>
  <Pages>2</Pages>
  <Words>496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Kaczorowska-Jakubowska Izabela [PGE Dystr. O.Łódź]</cp:lastModifiedBy>
  <cp:revision>10</cp:revision>
  <cp:lastPrinted>2024-07-15T11:21:00Z</cp:lastPrinted>
  <dcterms:created xsi:type="dcterms:W3CDTF">2025-10-01T08:33:00Z</dcterms:created>
  <dcterms:modified xsi:type="dcterms:W3CDTF">2025-12-18T10:42:00Z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f34522d7-ee65-4b75-86f7-53f502480eca</vt:lpwstr>
  </property>
</Properties>
</file>